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592" w:rsidRDefault="00411592" w:rsidP="00371BF1"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411592" w:rsidRDefault="00411592" w:rsidP="00371BF1"/>
    <w:p w:rsidR="00411592" w:rsidRPr="00411592" w:rsidRDefault="00371BF1" w:rsidP="00371BF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Copper Sulfate Hydrate Lab Writeup</w:t>
      </w:r>
    </w:p>
    <w:p w:rsidR="00411592" w:rsidRDefault="00411592" w:rsidP="00371BF1"/>
    <w:p w:rsidR="00411592" w:rsidRPr="00371BF1" w:rsidRDefault="00371BF1" w:rsidP="00371BF1">
      <w:pPr>
        <w:rPr>
          <w:i/>
          <w:sz w:val="22"/>
          <w:u w:val="single"/>
        </w:rPr>
      </w:pPr>
      <w:r w:rsidRPr="00371BF1">
        <w:rPr>
          <w:i/>
          <w:sz w:val="22"/>
          <w:u w:val="single"/>
        </w:rPr>
        <w:t>Introduction</w:t>
      </w:r>
    </w:p>
    <w:p w:rsidR="00371BF1" w:rsidRPr="00371BF1" w:rsidRDefault="00371BF1" w:rsidP="00371BF1">
      <w:pPr>
        <w:pStyle w:val="ListParagraph"/>
        <w:numPr>
          <w:ilvl w:val="0"/>
          <w:numId w:val="1"/>
        </w:numPr>
        <w:rPr>
          <w:sz w:val="22"/>
        </w:rPr>
      </w:pPr>
      <w:r w:rsidRPr="00371BF1">
        <w:rPr>
          <w:sz w:val="22"/>
        </w:rPr>
        <w:t>Purpose of lab</w:t>
      </w:r>
    </w:p>
    <w:p w:rsidR="00371BF1" w:rsidRPr="00371BF1" w:rsidRDefault="00371BF1" w:rsidP="00371BF1">
      <w:pPr>
        <w:pStyle w:val="ListParagraph"/>
        <w:numPr>
          <w:ilvl w:val="0"/>
          <w:numId w:val="1"/>
        </w:numPr>
        <w:rPr>
          <w:sz w:val="22"/>
        </w:rPr>
      </w:pPr>
      <w:r w:rsidRPr="00371BF1">
        <w:rPr>
          <w:sz w:val="22"/>
        </w:rPr>
        <w:t>Background information, including the following terms: hydrate, anhydrate, percent composition, empirical formula, percent error</w:t>
      </w:r>
    </w:p>
    <w:p w:rsidR="00371BF1" w:rsidRPr="00371BF1" w:rsidRDefault="00371BF1" w:rsidP="00371BF1">
      <w:pPr>
        <w:pStyle w:val="ListParagraph"/>
        <w:numPr>
          <w:ilvl w:val="0"/>
          <w:numId w:val="1"/>
        </w:numPr>
        <w:rPr>
          <w:sz w:val="22"/>
        </w:rPr>
      </w:pPr>
      <w:r w:rsidRPr="00371BF1">
        <w:rPr>
          <w:sz w:val="22"/>
        </w:rPr>
        <w:t>Summarize procedure in 1-2 sentences</w:t>
      </w:r>
    </w:p>
    <w:p w:rsidR="00371BF1" w:rsidRPr="00371BF1" w:rsidRDefault="00371BF1" w:rsidP="00371BF1">
      <w:pPr>
        <w:rPr>
          <w:i/>
          <w:sz w:val="22"/>
          <w:u w:val="single"/>
        </w:rPr>
      </w:pPr>
      <w:r w:rsidRPr="00371BF1">
        <w:rPr>
          <w:i/>
          <w:sz w:val="22"/>
          <w:u w:val="single"/>
        </w:rPr>
        <w:t>Conclusion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% Composition of water in CuSO</w:t>
      </w:r>
      <w:r w:rsidRPr="00371BF1">
        <w:rPr>
          <w:rFonts w:ascii="Calibri" w:hAnsi="Calibri"/>
          <w:sz w:val="22"/>
          <w:vertAlign w:val="subscript"/>
        </w:rPr>
        <w:t>4</w:t>
      </w:r>
      <w:r w:rsidRPr="00371BF1">
        <w:rPr>
          <w:rFonts w:ascii="Calibri" w:hAnsi="Calibri"/>
          <w:sz w:val="22"/>
        </w:rPr>
        <w:t xml:space="preserve"> hydrate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% Error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 xml:space="preserve">Your empirical formula of </w:t>
      </w:r>
      <w:r w:rsidRPr="00371BF1">
        <w:rPr>
          <w:rFonts w:ascii="Calibri" w:hAnsi="Calibri"/>
          <w:sz w:val="22"/>
        </w:rPr>
        <w:t>CuSO</w:t>
      </w:r>
      <w:r w:rsidRPr="00371BF1">
        <w:rPr>
          <w:rFonts w:ascii="Calibri" w:hAnsi="Calibri"/>
          <w:sz w:val="22"/>
          <w:vertAlign w:val="subscript"/>
        </w:rPr>
        <w:t>4</w:t>
      </w:r>
      <w:r w:rsidRPr="00371BF1">
        <w:rPr>
          <w:rFonts w:ascii="Calibri" w:hAnsi="Calibri"/>
          <w:sz w:val="22"/>
        </w:rPr>
        <w:t xml:space="preserve"> hydrate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rPr>
          <w:sz w:val="22"/>
        </w:rPr>
      </w:pPr>
      <w:r w:rsidRPr="00371BF1">
        <w:rPr>
          <w:rFonts w:ascii="Calibri" w:hAnsi="Calibri"/>
          <w:sz w:val="22"/>
        </w:rPr>
        <w:t>Actual empirical formula of CuSO</w:t>
      </w:r>
      <w:r w:rsidRPr="00371BF1">
        <w:rPr>
          <w:rFonts w:ascii="Calibri" w:hAnsi="Calibri"/>
          <w:sz w:val="22"/>
          <w:vertAlign w:val="subscript"/>
        </w:rPr>
        <w:t>4</w:t>
      </w:r>
      <w:r w:rsidRPr="00371BF1">
        <w:rPr>
          <w:rFonts w:ascii="Calibri" w:hAnsi="Calibri"/>
          <w:sz w:val="22"/>
        </w:rPr>
        <w:t xml:space="preserve"> hydrate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rPr>
          <w:sz w:val="22"/>
        </w:rPr>
      </w:pPr>
      <w:r w:rsidRPr="00371BF1">
        <w:rPr>
          <w:sz w:val="22"/>
        </w:rPr>
        <w:t>Error</w:t>
      </w:r>
    </w:p>
    <w:p w:rsidR="00371BF1" w:rsidRPr="00371BF1" w:rsidRDefault="00371BF1" w:rsidP="00371BF1">
      <w:pPr>
        <w:pStyle w:val="ListParagraph"/>
        <w:numPr>
          <w:ilvl w:val="1"/>
          <w:numId w:val="5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b/>
          <w:sz w:val="22"/>
        </w:rPr>
      </w:pPr>
      <w:r w:rsidRPr="00371BF1">
        <w:rPr>
          <w:rFonts w:ascii="Calibri" w:hAnsi="Calibri"/>
          <w:sz w:val="22"/>
        </w:rPr>
        <w:t xml:space="preserve">Explain how error </w:t>
      </w:r>
      <w:r w:rsidRPr="00371BF1">
        <w:rPr>
          <w:rFonts w:ascii="Calibri" w:hAnsi="Calibri"/>
          <w:sz w:val="22"/>
        </w:rPr>
        <w:t xml:space="preserve">changed data </w:t>
      </w:r>
      <w:r w:rsidRPr="00371BF1">
        <w:rPr>
          <w:rFonts w:ascii="Calibri" w:hAnsi="Calibri"/>
          <w:i/>
          <w:sz w:val="22"/>
        </w:rPr>
        <w:t xml:space="preserve">(Did error 1 INCREASE or DECREASE the mases you collected? Why? </w:t>
      </w:r>
      <w:r w:rsidRPr="00371BF1">
        <w:rPr>
          <w:rFonts w:ascii="Calibri" w:hAnsi="Calibri"/>
          <w:b/>
          <w:i/>
          <w:sz w:val="22"/>
        </w:rPr>
        <w:t>Connect to % error.</w:t>
      </w:r>
      <w:r w:rsidRPr="00371BF1">
        <w:rPr>
          <w:rFonts w:ascii="Calibri" w:hAnsi="Calibri"/>
          <w:i/>
          <w:sz w:val="22"/>
        </w:rPr>
        <w:t>)</w:t>
      </w:r>
    </w:p>
    <w:p w:rsidR="00371BF1" w:rsidRPr="00371BF1" w:rsidRDefault="00371BF1" w:rsidP="00371BF1">
      <w:pPr>
        <w:pStyle w:val="ListParagraph"/>
        <w:numPr>
          <w:ilvl w:val="1"/>
          <w:numId w:val="5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b/>
          <w:sz w:val="22"/>
        </w:rPr>
      </w:pPr>
      <w:r w:rsidRPr="00371BF1">
        <w:rPr>
          <w:rFonts w:ascii="Calibri" w:hAnsi="Calibri"/>
          <w:sz w:val="22"/>
        </w:rPr>
        <w:t>Suggest how to correct error</w:t>
      </w:r>
    </w:p>
    <w:p w:rsidR="00371BF1" w:rsidRP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i/>
          <w:sz w:val="22"/>
          <w:u w:val="single"/>
        </w:rPr>
      </w:pPr>
      <w:r w:rsidRPr="00371BF1">
        <w:rPr>
          <w:rFonts w:ascii="Calibri" w:hAnsi="Calibri"/>
          <w:i/>
          <w:sz w:val="22"/>
          <w:u w:val="single"/>
        </w:rPr>
        <w:t>Miscellaneous</w:t>
      </w:r>
    </w:p>
    <w:p w:rsid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  <w:sectPr w:rsidR="00371BF1" w:rsidSect="00411592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:rsidR="00371BF1" w:rsidRP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MLA format</w:t>
      </w:r>
    </w:p>
    <w:p w:rsidR="00371BF1" w:rsidRP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Complete sentences</w:t>
      </w:r>
    </w:p>
    <w:p w:rsidR="00371BF1" w:rsidRP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Smooth transitions</w:t>
      </w:r>
    </w:p>
    <w:p w:rsid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Proper punctuation, spelling, and mechanics</w:t>
      </w:r>
    </w:p>
    <w:p w:rsid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  <w:sectPr w:rsidR="00371BF1" w:rsidSect="00371BF1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:rsid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</w:p>
    <w:p w:rsid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</w:p>
    <w:p w:rsid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</w:p>
    <w:p w:rsidR="00371BF1" w:rsidRDefault="00371BF1" w:rsidP="00371BF1"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371BF1" w:rsidRDefault="00371BF1" w:rsidP="00371BF1"/>
    <w:p w:rsidR="00371BF1" w:rsidRPr="00411592" w:rsidRDefault="00371BF1" w:rsidP="00371BF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Copper Sulfate Hydrate Lab Writeup</w:t>
      </w:r>
    </w:p>
    <w:p w:rsidR="00371BF1" w:rsidRDefault="00371BF1" w:rsidP="00371BF1"/>
    <w:p w:rsidR="00371BF1" w:rsidRPr="00371BF1" w:rsidRDefault="00371BF1" w:rsidP="00371BF1">
      <w:pPr>
        <w:rPr>
          <w:i/>
          <w:sz w:val="22"/>
          <w:u w:val="single"/>
        </w:rPr>
      </w:pPr>
      <w:r w:rsidRPr="00371BF1">
        <w:rPr>
          <w:i/>
          <w:sz w:val="22"/>
          <w:u w:val="single"/>
        </w:rPr>
        <w:t>Introduction</w:t>
      </w:r>
    </w:p>
    <w:p w:rsidR="00371BF1" w:rsidRPr="00371BF1" w:rsidRDefault="00371BF1" w:rsidP="00371BF1">
      <w:pPr>
        <w:pStyle w:val="ListParagraph"/>
        <w:numPr>
          <w:ilvl w:val="0"/>
          <w:numId w:val="1"/>
        </w:numPr>
        <w:rPr>
          <w:sz w:val="22"/>
        </w:rPr>
      </w:pPr>
      <w:r w:rsidRPr="00371BF1">
        <w:rPr>
          <w:sz w:val="22"/>
        </w:rPr>
        <w:t>Purpose of lab</w:t>
      </w:r>
    </w:p>
    <w:p w:rsidR="00371BF1" w:rsidRPr="00371BF1" w:rsidRDefault="00371BF1" w:rsidP="00371BF1">
      <w:pPr>
        <w:pStyle w:val="ListParagraph"/>
        <w:numPr>
          <w:ilvl w:val="0"/>
          <w:numId w:val="1"/>
        </w:numPr>
        <w:rPr>
          <w:sz w:val="22"/>
        </w:rPr>
      </w:pPr>
      <w:r w:rsidRPr="00371BF1">
        <w:rPr>
          <w:sz w:val="22"/>
        </w:rPr>
        <w:t>Background information, including the following terms: hydrate, anhydrate, percent composition, empirical formula, percent error</w:t>
      </w:r>
    </w:p>
    <w:p w:rsidR="00371BF1" w:rsidRPr="00371BF1" w:rsidRDefault="00371BF1" w:rsidP="00371BF1">
      <w:pPr>
        <w:pStyle w:val="ListParagraph"/>
        <w:numPr>
          <w:ilvl w:val="0"/>
          <w:numId w:val="1"/>
        </w:numPr>
        <w:rPr>
          <w:sz w:val="22"/>
        </w:rPr>
      </w:pPr>
      <w:r w:rsidRPr="00371BF1">
        <w:rPr>
          <w:sz w:val="22"/>
        </w:rPr>
        <w:t>Summarize procedure in 1-2 sentences</w:t>
      </w:r>
    </w:p>
    <w:p w:rsidR="00371BF1" w:rsidRPr="00371BF1" w:rsidRDefault="00371BF1" w:rsidP="00371BF1">
      <w:pPr>
        <w:rPr>
          <w:i/>
          <w:sz w:val="22"/>
          <w:u w:val="single"/>
        </w:rPr>
      </w:pPr>
      <w:r w:rsidRPr="00371BF1">
        <w:rPr>
          <w:i/>
          <w:sz w:val="22"/>
          <w:u w:val="single"/>
        </w:rPr>
        <w:t>Conclusion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% Composition of water in CuSO</w:t>
      </w:r>
      <w:r w:rsidRPr="00371BF1">
        <w:rPr>
          <w:rFonts w:ascii="Calibri" w:hAnsi="Calibri"/>
          <w:sz w:val="22"/>
          <w:vertAlign w:val="subscript"/>
        </w:rPr>
        <w:t>4</w:t>
      </w:r>
      <w:r w:rsidRPr="00371BF1">
        <w:rPr>
          <w:rFonts w:ascii="Calibri" w:hAnsi="Calibri"/>
          <w:sz w:val="22"/>
        </w:rPr>
        <w:t xml:space="preserve"> hydrate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% Error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Your empirical formula of CuSO</w:t>
      </w:r>
      <w:r w:rsidRPr="00371BF1">
        <w:rPr>
          <w:rFonts w:ascii="Calibri" w:hAnsi="Calibri"/>
          <w:sz w:val="22"/>
          <w:vertAlign w:val="subscript"/>
        </w:rPr>
        <w:t>4</w:t>
      </w:r>
      <w:r w:rsidRPr="00371BF1">
        <w:rPr>
          <w:rFonts w:ascii="Calibri" w:hAnsi="Calibri"/>
          <w:sz w:val="22"/>
        </w:rPr>
        <w:t xml:space="preserve"> hydrate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rPr>
          <w:sz w:val="22"/>
        </w:rPr>
      </w:pPr>
      <w:r w:rsidRPr="00371BF1">
        <w:rPr>
          <w:rFonts w:ascii="Calibri" w:hAnsi="Calibri"/>
          <w:sz w:val="22"/>
        </w:rPr>
        <w:t>Actual empirical formula of CuSO</w:t>
      </w:r>
      <w:r w:rsidRPr="00371BF1">
        <w:rPr>
          <w:rFonts w:ascii="Calibri" w:hAnsi="Calibri"/>
          <w:sz w:val="22"/>
          <w:vertAlign w:val="subscript"/>
        </w:rPr>
        <w:t>4</w:t>
      </w:r>
      <w:r w:rsidRPr="00371BF1">
        <w:rPr>
          <w:rFonts w:ascii="Calibri" w:hAnsi="Calibri"/>
          <w:sz w:val="22"/>
        </w:rPr>
        <w:t xml:space="preserve"> hydrate</w:t>
      </w:r>
    </w:p>
    <w:p w:rsidR="00371BF1" w:rsidRPr="00371BF1" w:rsidRDefault="00371BF1" w:rsidP="00371BF1">
      <w:pPr>
        <w:pStyle w:val="ListParagraph"/>
        <w:numPr>
          <w:ilvl w:val="0"/>
          <w:numId w:val="5"/>
        </w:numPr>
        <w:rPr>
          <w:sz w:val="22"/>
        </w:rPr>
      </w:pPr>
      <w:r w:rsidRPr="00371BF1">
        <w:rPr>
          <w:sz w:val="22"/>
        </w:rPr>
        <w:t>Error</w:t>
      </w:r>
    </w:p>
    <w:p w:rsidR="00371BF1" w:rsidRPr="00371BF1" w:rsidRDefault="00371BF1" w:rsidP="00371BF1">
      <w:pPr>
        <w:pStyle w:val="ListParagraph"/>
        <w:numPr>
          <w:ilvl w:val="1"/>
          <w:numId w:val="5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b/>
          <w:sz w:val="22"/>
        </w:rPr>
      </w:pPr>
      <w:r w:rsidRPr="00371BF1">
        <w:rPr>
          <w:rFonts w:ascii="Calibri" w:hAnsi="Calibri"/>
          <w:sz w:val="22"/>
        </w:rPr>
        <w:t xml:space="preserve">Explain how error changed data </w:t>
      </w:r>
      <w:r w:rsidRPr="00371BF1">
        <w:rPr>
          <w:rFonts w:ascii="Calibri" w:hAnsi="Calibri"/>
          <w:i/>
          <w:sz w:val="22"/>
        </w:rPr>
        <w:t xml:space="preserve">(Did error 1 INCREASE or DECREASE the mases you collected? Why? </w:t>
      </w:r>
      <w:r w:rsidRPr="00371BF1">
        <w:rPr>
          <w:rFonts w:ascii="Calibri" w:hAnsi="Calibri"/>
          <w:b/>
          <w:i/>
          <w:sz w:val="22"/>
        </w:rPr>
        <w:t>Connect to % error.</w:t>
      </w:r>
      <w:r w:rsidRPr="00371BF1">
        <w:rPr>
          <w:rFonts w:ascii="Calibri" w:hAnsi="Calibri"/>
          <w:i/>
          <w:sz w:val="22"/>
        </w:rPr>
        <w:t>)</w:t>
      </w:r>
    </w:p>
    <w:p w:rsidR="00371BF1" w:rsidRPr="00371BF1" w:rsidRDefault="00371BF1" w:rsidP="00371BF1">
      <w:pPr>
        <w:pStyle w:val="ListParagraph"/>
        <w:numPr>
          <w:ilvl w:val="1"/>
          <w:numId w:val="5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b/>
          <w:sz w:val="22"/>
        </w:rPr>
      </w:pPr>
      <w:r w:rsidRPr="00371BF1">
        <w:rPr>
          <w:rFonts w:ascii="Calibri" w:hAnsi="Calibri"/>
          <w:sz w:val="22"/>
        </w:rPr>
        <w:t>Suggest how to correct error</w:t>
      </w:r>
    </w:p>
    <w:p w:rsidR="00371BF1" w:rsidRP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i/>
          <w:sz w:val="22"/>
          <w:u w:val="single"/>
        </w:rPr>
      </w:pPr>
      <w:bookmarkStart w:id="0" w:name="_GoBack"/>
      <w:r w:rsidRPr="00371BF1">
        <w:rPr>
          <w:rFonts w:ascii="Calibri" w:hAnsi="Calibri"/>
          <w:i/>
          <w:sz w:val="22"/>
          <w:u w:val="single"/>
        </w:rPr>
        <w:t>Miscellaneous</w:t>
      </w:r>
    </w:p>
    <w:bookmarkEnd w:id="0"/>
    <w:p w:rsid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  <w:sectPr w:rsidR="00371BF1" w:rsidSect="00371BF1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:rsidR="00371BF1" w:rsidRP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MLA format</w:t>
      </w:r>
    </w:p>
    <w:p w:rsidR="00371BF1" w:rsidRP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Complete sentences</w:t>
      </w:r>
    </w:p>
    <w:p w:rsidR="00371BF1" w:rsidRP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Smooth transitions</w:t>
      </w:r>
    </w:p>
    <w:p w:rsidR="00371BF1" w:rsidRDefault="00371BF1" w:rsidP="00371BF1">
      <w:pPr>
        <w:pStyle w:val="ListParagraph"/>
        <w:numPr>
          <w:ilvl w:val="0"/>
          <w:numId w:val="6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  <w:r w:rsidRPr="00371BF1">
        <w:rPr>
          <w:rFonts w:ascii="Calibri" w:hAnsi="Calibri"/>
          <w:sz w:val="22"/>
        </w:rPr>
        <w:t>Proper punctuation, spelling, and mechanics</w:t>
      </w:r>
    </w:p>
    <w:p w:rsid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  <w:sectPr w:rsidR="00371BF1" w:rsidSect="00371BF1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:rsidR="00371BF1" w:rsidRP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</w:p>
    <w:p w:rsidR="00371BF1" w:rsidRPr="00371BF1" w:rsidRDefault="00371BF1" w:rsidP="00371BF1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hAnsi="Calibri"/>
          <w:sz w:val="22"/>
        </w:rPr>
      </w:pPr>
    </w:p>
    <w:sectPr w:rsidR="00371BF1" w:rsidRPr="00371BF1" w:rsidSect="00371BF1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00B3"/>
    <w:multiLevelType w:val="hybridMultilevel"/>
    <w:tmpl w:val="E4A29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D40D1"/>
    <w:multiLevelType w:val="hybridMultilevel"/>
    <w:tmpl w:val="BB2E45C0"/>
    <w:lvl w:ilvl="0" w:tplc="A874DA2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6A6711"/>
    <w:multiLevelType w:val="hybridMultilevel"/>
    <w:tmpl w:val="6598F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34A70"/>
    <w:multiLevelType w:val="hybridMultilevel"/>
    <w:tmpl w:val="FB580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580"/>
    <w:multiLevelType w:val="hybridMultilevel"/>
    <w:tmpl w:val="3AA66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A17F9"/>
    <w:multiLevelType w:val="hybridMultilevel"/>
    <w:tmpl w:val="C7603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F1"/>
    <w:rsid w:val="000F12BF"/>
    <w:rsid w:val="00371BF1"/>
    <w:rsid w:val="0041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85813D"/>
  <w14:defaultImageDpi w14:val="32767"/>
  <w15:chartTrackingRefBased/>
  <w15:docId w15:val="{760154F6-F5FA-964B-AD14-174B88C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4</TotalTime>
  <Pages>2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dcterms:created xsi:type="dcterms:W3CDTF">2018-04-25T13:35:00Z</dcterms:created>
  <dcterms:modified xsi:type="dcterms:W3CDTF">2018-04-25T13:40:00Z</dcterms:modified>
</cp:coreProperties>
</file>